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CD3" w:rsidRDefault="0013396B">
      <w:pPr>
        <w:rPr>
          <w:b/>
        </w:rPr>
      </w:pPr>
      <w:r w:rsidRPr="003B6F1B">
        <w:rPr>
          <w:b/>
        </w:rPr>
        <w:t>Paired t-test</w:t>
      </w:r>
    </w:p>
    <w:p w:rsidR="003B6F1B" w:rsidRDefault="003B6F1B">
      <w:r>
        <w:t xml:space="preserve">For this example, we’re going to do a paired t-test. Remember a paired t-test is when you have one group of participants </w:t>
      </w:r>
      <w:r w:rsidR="003B146C">
        <w:t>that you’re</w:t>
      </w:r>
      <w:r>
        <w:t xml:space="preserve"> measurin</w:t>
      </w:r>
      <w:r w:rsidR="003B146C">
        <w:t>g twice. So in this case I have</w:t>
      </w:r>
      <w:r>
        <w:t xml:space="preserve"> a </w:t>
      </w:r>
      <w:r w:rsidR="003B146C">
        <w:t>competency</w:t>
      </w:r>
      <w:r>
        <w:t xml:space="preserve"> score when employees start a job, and then I have </w:t>
      </w:r>
      <w:r w:rsidR="003B146C">
        <w:t>their</w:t>
      </w:r>
      <w:r>
        <w:t xml:space="preserve"> competency score after 12 months</w:t>
      </w:r>
      <w:r w:rsidR="003B146C">
        <w:t>,</w:t>
      </w:r>
      <w:r>
        <w:t xml:space="preserve"> so the same group of people with two </w:t>
      </w:r>
      <w:r w:rsidR="003B146C">
        <w:t>different</w:t>
      </w:r>
      <w:r>
        <w:t xml:space="preserve"> scores. That means the scores are not independent so I cannot do an independent samples t-test. So let</w:t>
      </w:r>
      <w:r w:rsidR="003B146C">
        <w:t>’</w:t>
      </w:r>
      <w:r>
        <w:t>s go to our analyse menu, compare means, and choose paired samples t-test. We’re going to choose our two variables from the list on the left. I want the first competency score and the last competency score, and you can s</w:t>
      </w:r>
      <w:r w:rsidR="003B146C">
        <w:t>ee it’s shown me the first pair</w:t>
      </w:r>
      <w:r>
        <w:t xml:space="preserve">. Now we can run multiple t-tests at the same time so I could add more pairs here if I wanted to. I also have the option to change the confidence interval. By default, </w:t>
      </w:r>
      <w:r w:rsidR="003B146C">
        <w:t xml:space="preserve">it’s </w:t>
      </w:r>
      <w:r>
        <w:t>95% but I could adjust that to say 90 or 99%. I’m going to leave it at 95. Click ‘continue’ and then click ‘okay’. Now this is the outpu</w:t>
      </w:r>
      <w:r w:rsidR="003B146C">
        <w:t>t of our paired samples t-test. So I’ve got three</w:t>
      </w:r>
      <w:r>
        <w:t xml:space="preserve"> tables, the first one is my de</w:t>
      </w:r>
      <w:r w:rsidR="003B146C">
        <w:t xml:space="preserve">scriptive statistics with means, </w:t>
      </w:r>
      <w:r>
        <w:t>standard deviation and standard error. The second is the correlations table, and the third is the results of our</w:t>
      </w:r>
      <w:r w:rsidR="003B146C">
        <w:t xml:space="preserve"> paired t-test</w:t>
      </w:r>
      <w:r>
        <w:t xml:space="preserve">, and we’re going to look at the results of our t-test in the next video. </w:t>
      </w:r>
    </w:p>
    <w:p w:rsidR="00C033B1" w:rsidRPr="003B6F1B" w:rsidRDefault="00C033B1">
      <w:r>
        <w:t>END.</w:t>
      </w:r>
      <w:bookmarkStart w:id="0" w:name="_GoBack"/>
      <w:bookmarkEnd w:id="0"/>
    </w:p>
    <w:sectPr w:rsidR="00C033B1" w:rsidRPr="003B6F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96B"/>
    <w:rsid w:val="0013396B"/>
    <w:rsid w:val="003B146C"/>
    <w:rsid w:val="003B6F1B"/>
    <w:rsid w:val="00406CD3"/>
    <w:rsid w:val="00C0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F7793F1C.dotm</Template>
  <TotalTime>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BuildUser</cp:lastModifiedBy>
  <cp:revision>2</cp:revision>
  <dcterms:created xsi:type="dcterms:W3CDTF">2015-07-09T14:28:00Z</dcterms:created>
  <dcterms:modified xsi:type="dcterms:W3CDTF">2015-07-09T14:28:00Z</dcterms:modified>
</cp:coreProperties>
</file>